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ECC5868" w14:textId="77777777" w:rsidR="006535A7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</w:p>
    <w:p w14:paraId="6CD14553" w14:textId="77777777" w:rsidR="006535A7" w:rsidRPr="006535A7" w:rsidRDefault="0031280B" w:rsidP="00B87D91">
      <w:pPr>
        <w:rPr>
          <w:b/>
          <w:color w:val="FF5200" w:themeColor="accent2"/>
          <w:sz w:val="36"/>
          <w:szCs w:val="36"/>
          <w:u w:val="single"/>
        </w:rPr>
      </w:pPr>
      <w:r w:rsidRPr="006535A7">
        <w:rPr>
          <w:b/>
          <w:color w:val="FF5200" w:themeColor="accent2"/>
          <w:sz w:val="36"/>
          <w:szCs w:val="36"/>
          <w:u w:val="single"/>
        </w:rPr>
        <w:t>„</w:t>
      </w:r>
      <w:r w:rsidR="006535A7" w:rsidRPr="006535A7">
        <w:rPr>
          <w:rFonts w:ascii="Verdana" w:eastAsia="Verdana" w:hAnsi="Verdana" w:cs="Verdana"/>
          <w:b/>
          <w:color w:val="FF5200" w:themeColor="accent2"/>
          <w:sz w:val="36"/>
          <w:szCs w:val="36"/>
          <w:u w:val="single"/>
        </w:rPr>
        <w:t>Experimentální ověření brzdové tabulky I.20</w:t>
      </w:r>
      <w:r w:rsidRPr="006535A7">
        <w:rPr>
          <w:b/>
          <w:color w:val="FF5200" w:themeColor="accent2"/>
          <w:sz w:val="36"/>
          <w:szCs w:val="36"/>
          <w:u w:val="single"/>
        </w:rPr>
        <w:t>“</w:t>
      </w:r>
    </w:p>
    <w:p w14:paraId="523FE11F" w14:textId="2065001A" w:rsidR="008B1A2C" w:rsidRPr="00B87D91" w:rsidRDefault="000128D4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 xml:space="preserve">vedené pod </w:t>
      </w:r>
      <w:r w:rsidRPr="006535A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E97E00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16790</w:t>
      </w:r>
      <w:bookmarkStart w:id="0" w:name="_GoBack"/>
      <w:bookmarkEnd w:id="0"/>
      <w:r w:rsidR="006535A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/2022-SŽ-GŘ-O8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0526EAAD" w14:textId="77777777" w:rsidR="006535A7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4105AED6" w14:textId="3BA7C1BE" w:rsidR="006535A7" w:rsidRDefault="00F16D1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4783351" w:history="1">
            <w:r w:rsidR="006535A7" w:rsidRPr="00934BFB">
              <w:rPr>
                <w:rStyle w:val="Hypertextovodkaz"/>
                <w:noProof/>
              </w:rPr>
              <w:t>Kapitola 1.</w:t>
            </w:r>
            <w:r w:rsidR="006535A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535A7" w:rsidRPr="00934BFB">
              <w:rPr>
                <w:rStyle w:val="Hypertextovodkaz"/>
                <w:noProof/>
              </w:rPr>
              <w:t>Základní údaje k nabídce</w:t>
            </w:r>
            <w:r w:rsidR="006535A7">
              <w:rPr>
                <w:noProof/>
                <w:webHidden/>
              </w:rPr>
              <w:tab/>
            </w:r>
            <w:r w:rsidR="006535A7">
              <w:rPr>
                <w:noProof/>
                <w:webHidden/>
              </w:rPr>
              <w:fldChar w:fldCharType="begin"/>
            </w:r>
            <w:r w:rsidR="006535A7">
              <w:rPr>
                <w:noProof/>
                <w:webHidden/>
              </w:rPr>
              <w:instrText xml:space="preserve"> PAGEREF _Toc94783351 \h </w:instrText>
            </w:r>
            <w:r w:rsidR="006535A7">
              <w:rPr>
                <w:noProof/>
                <w:webHidden/>
              </w:rPr>
            </w:r>
            <w:r w:rsidR="006535A7">
              <w:rPr>
                <w:noProof/>
                <w:webHidden/>
              </w:rPr>
              <w:fldChar w:fldCharType="separate"/>
            </w:r>
            <w:r w:rsidR="006535A7">
              <w:rPr>
                <w:noProof/>
                <w:webHidden/>
              </w:rPr>
              <w:t>2</w:t>
            </w:r>
            <w:r w:rsidR="006535A7">
              <w:rPr>
                <w:noProof/>
                <w:webHidden/>
              </w:rPr>
              <w:fldChar w:fldCharType="end"/>
            </w:r>
          </w:hyperlink>
        </w:p>
        <w:p w14:paraId="1211263B" w14:textId="26E29060" w:rsidR="006535A7" w:rsidRDefault="00F16D1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4783352" w:history="1">
            <w:r w:rsidR="006535A7" w:rsidRPr="00934BFB">
              <w:rPr>
                <w:rStyle w:val="Hypertextovodkaz"/>
                <w:noProof/>
              </w:rPr>
              <w:t>Kapitola 2.</w:t>
            </w:r>
            <w:r w:rsidR="006535A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535A7" w:rsidRPr="00934BFB">
              <w:rPr>
                <w:rStyle w:val="Hypertextovodkaz"/>
                <w:noProof/>
              </w:rPr>
              <w:t>Čestné prohlášení o splnění základní způsobilosti</w:t>
            </w:r>
            <w:r w:rsidR="006535A7">
              <w:rPr>
                <w:noProof/>
                <w:webHidden/>
              </w:rPr>
              <w:tab/>
            </w:r>
            <w:r w:rsidR="006535A7">
              <w:rPr>
                <w:noProof/>
                <w:webHidden/>
              </w:rPr>
              <w:fldChar w:fldCharType="begin"/>
            </w:r>
            <w:r w:rsidR="006535A7">
              <w:rPr>
                <w:noProof/>
                <w:webHidden/>
              </w:rPr>
              <w:instrText xml:space="preserve"> PAGEREF _Toc94783352 \h </w:instrText>
            </w:r>
            <w:r w:rsidR="006535A7">
              <w:rPr>
                <w:noProof/>
                <w:webHidden/>
              </w:rPr>
            </w:r>
            <w:r w:rsidR="006535A7">
              <w:rPr>
                <w:noProof/>
                <w:webHidden/>
              </w:rPr>
              <w:fldChar w:fldCharType="separate"/>
            </w:r>
            <w:r w:rsidR="006535A7">
              <w:rPr>
                <w:noProof/>
                <w:webHidden/>
              </w:rPr>
              <w:t>3</w:t>
            </w:r>
            <w:r w:rsidR="006535A7">
              <w:rPr>
                <w:noProof/>
                <w:webHidden/>
              </w:rPr>
              <w:fldChar w:fldCharType="end"/>
            </w:r>
          </w:hyperlink>
        </w:p>
        <w:p w14:paraId="36F45AC9" w14:textId="010B4EFD" w:rsidR="006535A7" w:rsidRDefault="00F16D16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4783353" w:history="1">
            <w:r w:rsidR="006535A7" w:rsidRPr="00934BFB">
              <w:rPr>
                <w:rStyle w:val="Hypertextovodkaz"/>
                <w:noProof/>
              </w:rPr>
              <w:t>Kapitola 3.</w:t>
            </w:r>
            <w:r w:rsidR="006535A7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6535A7" w:rsidRPr="00934BFB">
              <w:rPr>
                <w:rStyle w:val="Hypertextovodkaz"/>
                <w:noProof/>
              </w:rPr>
              <w:t>Čestné prohlášení účastníka k neuzavření zakázaných dohod</w:t>
            </w:r>
            <w:r w:rsidR="006535A7">
              <w:rPr>
                <w:noProof/>
                <w:webHidden/>
              </w:rPr>
              <w:tab/>
            </w:r>
            <w:r w:rsidR="006535A7">
              <w:rPr>
                <w:noProof/>
                <w:webHidden/>
              </w:rPr>
              <w:fldChar w:fldCharType="begin"/>
            </w:r>
            <w:r w:rsidR="006535A7">
              <w:rPr>
                <w:noProof/>
                <w:webHidden/>
              </w:rPr>
              <w:instrText xml:space="preserve"> PAGEREF _Toc94783353 \h </w:instrText>
            </w:r>
            <w:r w:rsidR="006535A7">
              <w:rPr>
                <w:noProof/>
                <w:webHidden/>
              </w:rPr>
            </w:r>
            <w:r w:rsidR="006535A7">
              <w:rPr>
                <w:noProof/>
                <w:webHidden/>
              </w:rPr>
              <w:fldChar w:fldCharType="separate"/>
            </w:r>
            <w:r w:rsidR="006535A7">
              <w:rPr>
                <w:noProof/>
                <w:webHidden/>
              </w:rPr>
              <w:t>4</w:t>
            </w:r>
            <w:r w:rsidR="006535A7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94783351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6A5539D4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6535A7">
        <w:rPr>
          <w:rFonts w:eastAsia="Times New Roman" w:cs="Times New Roman"/>
          <w:lang w:eastAsia="cs-CZ"/>
        </w:rPr>
        <w:t>podlimitní sektorovou veřejnou zakázku</w:t>
      </w:r>
      <w:r w:rsidRPr="006535A7">
        <w:t>, jsou pravdivé</w:t>
      </w:r>
      <w:r w:rsidR="009771C9" w:rsidRPr="006535A7">
        <w:t>, úplné a odpovídají skutečnosti</w:t>
      </w:r>
      <w:r w:rsidRPr="006535A7">
        <w:t>. Účastník si je v</w:t>
      </w:r>
      <w:r>
        <w:t xml:space="preserve">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04355C6A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  <w:r w:rsidR="006535A7">
        <w:t xml:space="preserve"> </w:t>
      </w:r>
      <w:r w:rsidR="006535A7" w:rsidRPr="006535A7">
        <w:rPr>
          <w:highlight w:val="green"/>
        </w:rPr>
        <w:t>xxx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F16D16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F16D16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94783352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94783353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647E3674" w14:textId="77777777" w:rsidR="006535A7" w:rsidRDefault="006535A7" w:rsidP="00A93A74"/>
    <w:p w14:paraId="7CF34F15" w14:textId="77777777" w:rsidR="006535A7" w:rsidRDefault="006535A7" w:rsidP="00A93A74"/>
    <w:p w14:paraId="61D6CCFD" w14:textId="21094D9D" w:rsidR="00A93A74" w:rsidRDefault="00A93A74" w:rsidP="00A93A74">
      <w:r>
        <w:rPr>
          <w:lang w:eastAsia="cs-CZ"/>
        </w:rPr>
        <w:t>V …………………… dne ………………………</w:t>
      </w:r>
    </w:p>
    <w:p w14:paraId="0882E260" w14:textId="77777777" w:rsidR="0036634F" w:rsidRDefault="0036634F" w:rsidP="00F0533E"/>
    <w:p w14:paraId="203335E6" w14:textId="77777777" w:rsidR="00B87D91" w:rsidRPr="00B87D91" w:rsidRDefault="00B87D91" w:rsidP="00F0533E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67A774CC" w14:textId="77777777" w:rsidR="00B87D91" w:rsidRPr="00F0533E" w:rsidRDefault="00B87D91" w:rsidP="00F0533E">
      <w:r w:rsidRPr="00B87D91">
        <w:rPr>
          <w:highlight w:val="green"/>
        </w:rPr>
        <w:t>funkce osoby</w:t>
      </w:r>
    </w:p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83750" w14:textId="77777777" w:rsidR="00F16D16" w:rsidRDefault="00F16D16" w:rsidP="00962258">
      <w:pPr>
        <w:spacing w:after="0" w:line="240" w:lineRule="auto"/>
      </w:pPr>
      <w:r>
        <w:separator/>
      </w:r>
    </w:p>
  </w:endnote>
  <w:endnote w:type="continuationSeparator" w:id="0">
    <w:p w14:paraId="073C6A0B" w14:textId="77777777" w:rsidR="00F16D16" w:rsidRDefault="00F16D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5CD2B38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A55C6F1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E6F052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15C04198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1912DD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93CCA3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27E55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0028CE3" w:rsidR="00027E55" w:rsidRPr="00B8518B" w:rsidRDefault="00027E55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97E00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027E55" w:rsidRDefault="00027E55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027E55" w:rsidRDefault="00027E55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027E55" w:rsidRDefault="00027E55" w:rsidP="00460660">
          <w:pPr>
            <w:pStyle w:val="Zpat"/>
          </w:pPr>
        </w:p>
      </w:tc>
    </w:tr>
  </w:tbl>
  <w:p w14:paraId="3AAAB634" w14:textId="77777777" w:rsidR="00027E55" w:rsidRPr="00B8518B" w:rsidRDefault="00027E55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67D0350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CE17DF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027E55" w:rsidRPr="00460660" w:rsidRDefault="00027E55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83614" w14:textId="77777777" w:rsidR="00F16D16" w:rsidRDefault="00F16D16" w:rsidP="00962258">
      <w:pPr>
        <w:spacing w:after="0" w:line="240" w:lineRule="auto"/>
      </w:pPr>
      <w:r>
        <w:separator/>
      </w:r>
    </w:p>
  </w:footnote>
  <w:footnote w:type="continuationSeparator" w:id="0">
    <w:p w14:paraId="4558E291" w14:textId="77777777" w:rsidR="00F16D16" w:rsidRDefault="00F16D16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148D5826" w:rsidR="00F1715C" w:rsidRPr="00D6163D" w:rsidRDefault="00027E55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027E55" w:rsidRPr="00027E55" w:rsidRDefault="00027E55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abstractNum w:abstractNumId="10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 w:numId="35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27E55"/>
    <w:rsid w:val="00045E47"/>
    <w:rsid w:val="00072C1E"/>
    <w:rsid w:val="00097793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35A7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E6E47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97E00"/>
    <w:rsid w:val="00EB104F"/>
    <w:rsid w:val="00ED14BD"/>
    <w:rsid w:val="00F0533E"/>
    <w:rsid w:val="00F1048D"/>
    <w:rsid w:val="00F12DEC"/>
    <w:rsid w:val="00F16D16"/>
    <w:rsid w:val="00F1715C"/>
    <w:rsid w:val="00F310F8"/>
    <w:rsid w:val="00F35939"/>
    <w:rsid w:val="00F44645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B1F8CA"/>
  <w15:docId w15:val="{F8D57701-89A2-4A0B-9AD1-39449C770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25B5EAD-3148-449F-B2DC-790813020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62</TotalTime>
  <Pages>4</Pages>
  <Words>525</Words>
  <Characters>3103</Characters>
  <Application>Microsoft Office Word</Application>
  <DocSecurity>0</DocSecurity>
  <Lines>25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16</cp:revision>
  <cp:lastPrinted>2017-11-28T17:18:00Z</cp:lastPrinted>
  <dcterms:created xsi:type="dcterms:W3CDTF">2020-06-29T15:29:00Z</dcterms:created>
  <dcterms:modified xsi:type="dcterms:W3CDTF">2022-02-24T10:50:00Z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